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1A704F" w:rsidRPr="003348A8" w:rsidRDefault="001A704F" w:rsidP="001A704F">
      <w:pPr>
        <w:ind w:left="1695" w:hanging="1695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E710A5">
        <w:rPr>
          <w:rFonts w:eastAsia="Calibri"/>
          <w:b/>
          <w:bCs/>
          <w:sz w:val="28"/>
          <w:szCs w:val="28"/>
          <w:lang w:eastAsia="ja-JP"/>
        </w:rPr>
        <w:tab/>
      </w:r>
      <w:r w:rsidR="00611881" w:rsidRPr="00611881">
        <w:rPr>
          <w:rFonts w:eastAsia="Times"/>
          <w:b/>
          <w:bCs/>
        </w:rPr>
        <w:t>Senior Mechanical Engineer to support in-vessel assembly tenders and preparation for contract mobilisation</w:t>
      </w:r>
    </w:p>
    <w:p w:rsidR="001A704F" w:rsidRDefault="001A704F" w:rsidP="001A704F">
      <w:pPr>
        <w:suppressAutoHyphens/>
        <w:ind w:left="270" w:right="-427" w:hanging="2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B7466" w:rsidRDefault="001A704F" w:rsidP="00611881">
      <w:pPr>
        <w:suppressAutoHyphens/>
        <w:ind w:right="-427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E710A5">
        <w:rPr>
          <w:b/>
          <w:sz w:val="28"/>
          <w:szCs w:val="28"/>
        </w:rPr>
        <w:tab/>
        <w:t xml:space="preserve"> </w:t>
      </w:r>
      <w:r w:rsidR="00611881" w:rsidRPr="00611881">
        <w:rPr>
          <w:b/>
          <w:sz w:val="28"/>
          <w:szCs w:val="28"/>
        </w:rPr>
        <w:t>IO/22/CFE/10022908/ADC</w:t>
      </w:r>
    </w:p>
    <w:p w:rsidR="00611881" w:rsidRDefault="00611881" w:rsidP="00611881">
      <w:pPr>
        <w:suppressAutoHyphens/>
        <w:ind w:right="-427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1A704F">
        <w:t>March</w:t>
      </w:r>
      <w:r w:rsidR="00A567CF">
        <w:t xml:space="preserve"> 2022</w:t>
      </w:r>
      <w:r w:rsidR="003806D7">
        <w:t xml:space="preserve"> for </w:t>
      </w:r>
      <w:r w:rsidR="00611881">
        <w:t>10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507C61">
        <w:trPr>
          <w:trHeight w:val="841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507C61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507C61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507C61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507C61">
        <w:trPr>
          <w:trHeight w:val="924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507C61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  <w:bookmarkStart w:id="0" w:name="_GoBack"/>
            <w:bookmarkEnd w:id="0"/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A704F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C492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87A4D"/>
    <w:rsid w:val="004903C7"/>
    <w:rsid w:val="004A54EF"/>
    <w:rsid w:val="004A675B"/>
    <w:rsid w:val="004D15C9"/>
    <w:rsid w:val="00506D28"/>
    <w:rsid w:val="00507C61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11881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3561B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24</TotalTime>
  <Pages>1</Pages>
  <Words>211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Dubuc Aurelie</cp:lastModifiedBy>
  <cp:revision>24</cp:revision>
  <cp:lastPrinted>2012-04-10T09:52:00Z</cp:lastPrinted>
  <dcterms:created xsi:type="dcterms:W3CDTF">2020-10-26T07:52:00Z</dcterms:created>
  <dcterms:modified xsi:type="dcterms:W3CDTF">2022-01-27T08:21:00Z</dcterms:modified>
</cp:coreProperties>
</file>